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2729AED7" w:rsidR="00425059" w:rsidRDefault="006B4D5A">
      <w:r>
        <w:t>14.01.2026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re"/>
      </w:pPr>
      <w:r>
        <w:t>Anhörung</w:t>
      </w:r>
    </w:p>
    <w:p w14:paraId="0B534A28" w14:textId="77777777" w:rsidR="00425059" w:rsidRPr="009A21D6" w:rsidRDefault="00425059">
      <w:pPr>
        <w:rPr>
          <w:rFonts w:cs="Arial"/>
          <w:b/>
          <w:bCs/>
          <w:kern w:val="28"/>
          <w:sz w:val="42"/>
          <w:szCs w:val="32"/>
        </w:rPr>
      </w:pPr>
    </w:p>
    <w:p w14:paraId="15509EBA" w14:textId="16224C3B" w:rsidR="00425059" w:rsidRPr="009A21D6" w:rsidRDefault="002B53C5" w:rsidP="00BD3C57">
      <w:pPr>
        <w:pStyle w:val="Sous-titre"/>
        <w:rPr>
          <w:b/>
          <w:szCs w:val="32"/>
        </w:rPr>
      </w:pPr>
      <w:r w:rsidRPr="009A21D6">
        <w:rPr>
          <w:b/>
          <w:szCs w:val="32"/>
        </w:rPr>
        <w:t>Gipser</w:t>
      </w:r>
      <w:r w:rsidR="007D60BC" w:rsidRPr="009A21D6">
        <w:rPr>
          <w:b/>
          <w:szCs w:val="32"/>
        </w:rPr>
        <w:t>praktikerin EBA / Gipserpraktiker EBA</w:t>
      </w:r>
    </w:p>
    <w:p w14:paraId="50E5EFE7" w14:textId="77777777" w:rsidR="00BD3C57" w:rsidRPr="00BD3C57" w:rsidRDefault="00BD3C57" w:rsidP="00BD3C57"/>
    <w:p w14:paraId="203162D0" w14:textId="7E75DB99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>spätestens</w:t>
      </w:r>
      <w:r w:rsidR="00F36EDF">
        <w:rPr>
          <w:b/>
          <w:i w:val="0"/>
          <w:iCs w:val="0"/>
          <w:u w:val="single"/>
        </w:rPr>
        <w:t xml:space="preserve"> </w:t>
      </w:r>
      <w:r w:rsidR="006B4D5A">
        <w:rPr>
          <w:b/>
          <w:i w:val="0"/>
          <w:iCs w:val="0"/>
          <w:u w:val="single"/>
        </w:rPr>
        <w:t>16.03.2026</w:t>
      </w:r>
      <w:r>
        <w:rPr>
          <w:b/>
          <w:i w:val="0"/>
          <w:iCs w:val="0"/>
        </w:rPr>
        <w:t xml:space="preserve"> an </w:t>
      </w:r>
      <w:r w:rsidR="006B4D5A">
        <w:rPr>
          <w:b/>
          <w:i w:val="0"/>
          <w:iCs w:val="0"/>
        </w:rPr>
        <w:t>yael.fathi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ausschliesslich diese Vorlage.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Abs. &amp; Lit.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50DE" w14:textId="77777777" w:rsidR="003508D7" w:rsidRDefault="003508D7">
      <w:r>
        <w:separator/>
      </w:r>
    </w:p>
  </w:endnote>
  <w:endnote w:type="continuationSeparator" w:id="0">
    <w:p w14:paraId="3F80DD5A" w14:textId="77777777" w:rsidR="003508D7" w:rsidRDefault="0035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3261" w14:textId="77777777" w:rsidR="003508D7" w:rsidRDefault="003508D7">
      <w:r>
        <w:separator/>
      </w:r>
    </w:p>
  </w:footnote>
  <w:footnote w:type="continuationSeparator" w:id="0">
    <w:p w14:paraId="0474BD44" w14:textId="77777777" w:rsidR="003508D7" w:rsidRDefault="0035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58E8D3DE" w:rsidR="00021526" w:rsidRDefault="00890D09">
          <w:pPr>
            <w:pStyle w:val="Logo"/>
          </w:pPr>
          <w:r>
            <w:drawing>
              <wp:inline distT="0" distB="0" distL="0" distR="0" wp14:anchorId="1A735C37" wp14:editId="14213487">
                <wp:extent cx="285750" cy="314325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En-tt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5C887627" w:rsidR="00021526" w:rsidRDefault="00890D09">
          <w:pPr>
            <w:pStyle w:val="Logo"/>
          </w:pPr>
          <w:r>
            <w:drawing>
              <wp:inline distT="0" distB="0" distL="0" distR="0" wp14:anchorId="45604CE9" wp14:editId="6E661033">
                <wp:extent cx="2057400" cy="6572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90164"/>
    <w:rsid w:val="001C0825"/>
    <w:rsid w:val="001E1519"/>
    <w:rsid w:val="001F1979"/>
    <w:rsid w:val="002B53C5"/>
    <w:rsid w:val="003508D7"/>
    <w:rsid w:val="00381865"/>
    <w:rsid w:val="003F5544"/>
    <w:rsid w:val="00425059"/>
    <w:rsid w:val="00492DC2"/>
    <w:rsid w:val="004D3F5B"/>
    <w:rsid w:val="005046B3"/>
    <w:rsid w:val="0055245F"/>
    <w:rsid w:val="00661C25"/>
    <w:rsid w:val="006A1CBD"/>
    <w:rsid w:val="006B4D5A"/>
    <w:rsid w:val="007B35A0"/>
    <w:rsid w:val="007D60BC"/>
    <w:rsid w:val="007E1AC2"/>
    <w:rsid w:val="00890D09"/>
    <w:rsid w:val="00936E68"/>
    <w:rsid w:val="0098072B"/>
    <w:rsid w:val="009A21D6"/>
    <w:rsid w:val="009A56C0"/>
    <w:rsid w:val="009A597E"/>
    <w:rsid w:val="00A0140F"/>
    <w:rsid w:val="00A11273"/>
    <w:rsid w:val="00A22801"/>
    <w:rsid w:val="00A416C4"/>
    <w:rsid w:val="00A4529E"/>
    <w:rsid w:val="00AD12A2"/>
    <w:rsid w:val="00BD08B4"/>
    <w:rsid w:val="00BD3C57"/>
    <w:rsid w:val="00C37D22"/>
    <w:rsid w:val="00C64B5E"/>
    <w:rsid w:val="00C96DA3"/>
    <w:rsid w:val="00D07909"/>
    <w:rsid w:val="00D71244"/>
    <w:rsid w:val="00D93006"/>
    <w:rsid w:val="00E947F5"/>
    <w:rsid w:val="00EC5716"/>
    <w:rsid w:val="00F3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link w:val="Sous-titreCar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</w:rPr>
  </w:style>
  <w:style w:type="character" w:customStyle="1" w:styleId="Sous-titreCar">
    <w:name w:val="Sous-titre Car"/>
    <w:basedOn w:val="Policepardfaut"/>
    <w:link w:val="Sous-titre"/>
    <w:rsid w:val="002B53C5"/>
    <w:rPr>
      <w:rFonts w:ascii="Arial" w:hAnsi="Arial" w:cs="Arial"/>
      <w:bCs/>
      <w:kern w:val="28"/>
      <w:sz w:val="4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147</Words>
  <Characters>18755</Characters>
  <Application>Microsoft Office Word</Application>
  <DocSecurity>0</DocSecurity>
  <Lines>156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Fathi Yaël SBFI</cp:lastModifiedBy>
  <cp:revision>5</cp:revision>
  <cp:lastPrinted>2009-02-17T09:42:00Z</cp:lastPrinted>
  <dcterms:created xsi:type="dcterms:W3CDTF">2026-01-07T09:51:00Z</dcterms:created>
  <dcterms:modified xsi:type="dcterms:W3CDTF">2026-01-07T09:56:00Z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